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3BF792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4A9569F7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10F15F9" w14:textId="7EB0F136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C301EB">
        <w:rPr>
          <w:rFonts w:ascii="Corbel" w:hAnsi="Corbel"/>
          <w:i/>
          <w:smallCaps/>
          <w:sz w:val="24"/>
          <w:szCs w:val="24"/>
        </w:rPr>
        <w:t>20</w:t>
      </w:r>
      <w:r w:rsidR="009F1BE7">
        <w:rPr>
          <w:rFonts w:ascii="Corbel" w:hAnsi="Corbel"/>
          <w:i/>
          <w:smallCaps/>
          <w:sz w:val="24"/>
          <w:szCs w:val="24"/>
        </w:rPr>
        <w:t>19</w:t>
      </w:r>
      <w:r w:rsidR="00C301EB">
        <w:rPr>
          <w:rFonts w:ascii="Corbel" w:hAnsi="Corbel"/>
          <w:i/>
          <w:smallCaps/>
          <w:sz w:val="24"/>
          <w:szCs w:val="24"/>
        </w:rPr>
        <w:t>-202</w:t>
      </w:r>
      <w:r w:rsidR="009F1BE7">
        <w:rPr>
          <w:rFonts w:ascii="Corbel" w:hAnsi="Corbel"/>
          <w:i/>
          <w:smallCaps/>
          <w:sz w:val="24"/>
          <w:szCs w:val="24"/>
        </w:rPr>
        <w:t>2</w:t>
      </w:r>
    </w:p>
    <w:p w14:paraId="1ACAEB38" w14:textId="1E83A86F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627465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75AE7D2F" w14:textId="586B960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627465">
        <w:rPr>
          <w:rFonts w:ascii="Corbel" w:hAnsi="Corbel"/>
          <w:sz w:val="20"/>
          <w:szCs w:val="20"/>
        </w:rPr>
        <w:t>202</w:t>
      </w:r>
      <w:r w:rsidR="009F1BE7">
        <w:rPr>
          <w:rFonts w:ascii="Corbel" w:hAnsi="Corbel"/>
          <w:sz w:val="20"/>
          <w:szCs w:val="20"/>
        </w:rPr>
        <w:t>1</w:t>
      </w:r>
      <w:r w:rsidR="00627465">
        <w:rPr>
          <w:rFonts w:ascii="Corbel" w:hAnsi="Corbel"/>
          <w:sz w:val="20"/>
          <w:szCs w:val="20"/>
        </w:rPr>
        <w:t>/202</w:t>
      </w:r>
      <w:r w:rsidR="009F1BE7">
        <w:rPr>
          <w:rFonts w:ascii="Corbel" w:hAnsi="Corbel"/>
          <w:sz w:val="20"/>
          <w:szCs w:val="20"/>
        </w:rPr>
        <w:t>2</w:t>
      </w:r>
    </w:p>
    <w:p w14:paraId="42057CF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7980A8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11EB4AC" w14:textId="77777777" w:rsidTr="00C301EB">
        <w:tc>
          <w:tcPr>
            <w:tcW w:w="2694" w:type="dxa"/>
            <w:vAlign w:val="center"/>
          </w:tcPr>
          <w:p w14:paraId="4ED91EC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A7FBA65" w14:textId="41666E73" w:rsidR="0085747A" w:rsidRPr="00627465" w:rsidRDefault="00C301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627465">
              <w:rPr>
                <w:rFonts w:ascii="Corbel" w:hAnsi="Corbel"/>
                <w:sz w:val="24"/>
                <w:szCs w:val="24"/>
              </w:rPr>
              <w:t xml:space="preserve">Służby </w:t>
            </w:r>
            <w:r w:rsidR="00560D7B">
              <w:rPr>
                <w:rFonts w:ascii="Corbel" w:hAnsi="Corbel"/>
                <w:sz w:val="24"/>
                <w:szCs w:val="24"/>
              </w:rPr>
              <w:t xml:space="preserve">RP </w:t>
            </w:r>
            <w:bookmarkStart w:id="0" w:name="_GoBack"/>
            <w:bookmarkEnd w:id="0"/>
            <w:r w:rsidRPr="00627465">
              <w:rPr>
                <w:rFonts w:ascii="Corbel" w:hAnsi="Corbel"/>
                <w:sz w:val="24"/>
                <w:szCs w:val="24"/>
              </w:rPr>
              <w:t>odpowiedzialne za bezpieczeństwo państwa</w:t>
            </w:r>
          </w:p>
        </w:tc>
      </w:tr>
      <w:tr w:rsidR="0085747A" w:rsidRPr="009C54AE" w14:paraId="73F3BB76" w14:textId="77777777" w:rsidTr="00C301EB">
        <w:tc>
          <w:tcPr>
            <w:tcW w:w="2694" w:type="dxa"/>
            <w:vAlign w:val="center"/>
          </w:tcPr>
          <w:p w14:paraId="6205E74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7856801" w14:textId="3A4A1C0C" w:rsidR="0085747A" w:rsidRPr="009C54AE" w:rsidRDefault="00C301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MK63</w:t>
            </w:r>
          </w:p>
        </w:tc>
      </w:tr>
      <w:tr w:rsidR="0085747A" w:rsidRPr="009C54AE" w14:paraId="50878225" w14:textId="77777777" w:rsidTr="00C301EB">
        <w:tc>
          <w:tcPr>
            <w:tcW w:w="2694" w:type="dxa"/>
            <w:vAlign w:val="center"/>
          </w:tcPr>
          <w:p w14:paraId="686B9A8C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314D04B" w14:textId="77C6AC7D" w:rsidR="0085747A" w:rsidRPr="009C54AE" w:rsidRDefault="00C301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BFAB370" w14:textId="77777777" w:rsidTr="00C301EB">
        <w:tc>
          <w:tcPr>
            <w:tcW w:w="2694" w:type="dxa"/>
            <w:vAlign w:val="center"/>
          </w:tcPr>
          <w:p w14:paraId="7998A86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082260D" w14:textId="603FA7A1" w:rsidR="0085747A" w:rsidRPr="009C54AE" w:rsidRDefault="00C301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C301EB" w:rsidRPr="009C54AE" w14:paraId="74C12DC5" w14:textId="77777777" w:rsidTr="00C301EB">
        <w:tc>
          <w:tcPr>
            <w:tcW w:w="2694" w:type="dxa"/>
            <w:vAlign w:val="center"/>
          </w:tcPr>
          <w:p w14:paraId="6BC2AD1F" w14:textId="77777777" w:rsidR="00C301EB" w:rsidRPr="009C54AE" w:rsidRDefault="00C301EB" w:rsidP="00C301E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6786B82" w14:textId="020F1F8B" w:rsidR="00C301EB" w:rsidRPr="009C54AE" w:rsidRDefault="00C301EB" w:rsidP="00C301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Politologia</w:t>
            </w:r>
          </w:p>
        </w:tc>
      </w:tr>
      <w:tr w:rsidR="00C301EB" w:rsidRPr="009C54AE" w14:paraId="2F9EF6A4" w14:textId="77777777" w:rsidTr="00C301EB">
        <w:tc>
          <w:tcPr>
            <w:tcW w:w="2694" w:type="dxa"/>
            <w:vAlign w:val="center"/>
          </w:tcPr>
          <w:p w14:paraId="3205CCB6" w14:textId="77777777" w:rsidR="00C301EB" w:rsidRPr="009C54AE" w:rsidRDefault="00C301EB" w:rsidP="00C301E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38B3C8F" w14:textId="1939C0C9" w:rsidR="00C301EB" w:rsidRPr="009C54AE" w:rsidRDefault="00C301EB" w:rsidP="00C301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 stopień</w:t>
            </w:r>
          </w:p>
        </w:tc>
      </w:tr>
      <w:tr w:rsidR="00C301EB" w:rsidRPr="009C54AE" w14:paraId="50468FAC" w14:textId="77777777" w:rsidTr="00C301EB">
        <w:tc>
          <w:tcPr>
            <w:tcW w:w="2694" w:type="dxa"/>
            <w:vAlign w:val="center"/>
          </w:tcPr>
          <w:p w14:paraId="0068D05E" w14:textId="77777777" w:rsidR="00C301EB" w:rsidRPr="009C54AE" w:rsidRDefault="00C301EB" w:rsidP="00C301E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00E5102" w14:textId="57A595B8" w:rsidR="00C301EB" w:rsidRPr="009C54AE" w:rsidRDefault="00C301EB" w:rsidP="00C301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C301EB" w:rsidRPr="009C54AE" w14:paraId="00A985E6" w14:textId="77777777" w:rsidTr="00C301EB">
        <w:tc>
          <w:tcPr>
            <w:tcW w:w="2694" w:type="dxa"/>
            <w:vAlign w:val="center"/>
          </w:tcPr>
          <w:p w14:paraId="3E028876" w14:textId="77777777" w:rsidR="00C301EB" w:rsidRPr="009C54AE" w:rsidRDefault="00C301EB" w:rsidP="00C301E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239DB95" w14:textId="066D9541" w:rsidR="00C301EB" w:rsidRPr="009C54AE" w:rsidRDefault="00C301EB" w:rsidP="00C301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C301EB" w:rsidRPr="009C54AE" w14:paraId="60DFA638" w14:textId="77777777" w:rsidTr="00C301EB">
        <w:tc>
          <w:tcPr>
            <w:tcW w:w="2694" w:type="dxa"/>
            <w:vAlign w:val="center"/>
          </w:tcPr>
          <w:p w14:paraId="028286D4" w14:textId="77777777" w:rsidR="00C301EB" w:rsidRPr="009C54AE" w:rsidRDefault="00C301EB" w:rsidP="00C301E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47B14F3" w14:textId="6EBEDDEF" w:rsidR="00C301EB" w:rsidRPr="009C54AE" w:rsidRDefault="00C301EB" w:rsidP="00C301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III, Semestr V</w:t>
            </w:r>
          </w:p>
        </w:tc>
      </w:tr>
      <w:tr w:rsidR="00C301EB" w:rsidRPr="009C54AE" w14:paraId="5CA1C8A1" w14:textId="77777777" w:rsidTr="00C301EB">
        <w:tc>
          <w:tcPr>
            <w:tcW w:w="2694" w:type="dxa"/>
            <w:vAlign w:val="center"/>
          </w:tcPr>
          <w:p w14:paraId="7EF8A3A2" w14:textId="77777777" w:rsidR="00C301EB" w:rsidRPr="009C54AE" w:rsidRDefault="00C301EB" w:rsidP="00C301E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3AA7045" w14:textId="331915F7" w:rsidR="00C301EB" w:rsidRPr="009C54AE" w:rsidRDefault="00C301EB" w:rsidP="00C301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C301EB" w:rsidRPr="009C54AE" w14:paraId="2FAE5E70" w14:textId="77777777" w:rsidTr="00C301EB">
        <w:tc>
          <w:tcPr>
            <w:tcW w:w="2694" w:type="dxa"/>
            <w:vAlign w:val="center"/>
          </w:tcPr>
          <w:p w14:paraId="459A9FDB" w14:textId="77777777" w:rsidR="00C301EB" w:rsidRPr="009C54AE" w:rsidRDefault="00C301EB" w:rsidP="00C301E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7F36674" w14:textId="4A16007A" w:rsidR="00C301EB" w:rsidRPr="009C54AE" w:rsidRDefault="00C301EB" w:rsidP="00C301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C301EB" w:rsidRPr="009C54AE" w14:paraId="30A34CDC" w14:textId="77777777" w:rsidTr="00C301EB">
        <w:tc>
          <w:tcPr>
            <w:tcW w:w="2694" w:type="dxa"/>
            <w:vAlign w:val="center"/>
          </w:tcPr>
          <w:p w14:paraId="4F69B08D" w14:textId="77777777" w:rsidR="00C301EB" w:rsidRPr="009C54AE" w:rsidRDefault="00C301EB" w:rsidP="00C301E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4A6DE1A" w14:textId="4E682505" w:rsidR="00C301EB" w:rsidRPr="009C54AE" w:rsidRDefault="00F42FEF" w:rsidP="00C301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Maciej Milczanowski</w:t>
            </w:r>
          </w:p>
        </w:tc>
      </w:tr>
      <w:tr w:rsidR="00C301EB" w:rsidRPr="009C54AE" w14:paraId="247C1BED" w14:textId="77777777" w:rsidTr="00C301EB">
        <w:tc>
          <w:tcPr>
            <w:tcW w:w="2694" w:type="dxa"/>
            <w:vAlign w:val="center"/>
          </w:tcPr>
          <w:p w14:paraId="03C85D5B" w14:textId="77777777" w:rsidR="00C301EB" w:rsidRPr="009C54AE" w:rsidRDefault="00C301EB" w:rsidP="00C301E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8B21FD6" w14:textId="0281D192" w:rsidR="00C301EB" w:rsidRPr="009C54AE" w:rsidRDefault="00627465" w:rsidP="00C301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Maciej Milczanowski</w:t>
            </w:r>
          </w:p>
        </w:tc>
      </w:tr>
    </w:tbl>
    <w:p w14:paraId="48481C01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167221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C938A06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322CE7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9B7DF2F" w14:textId="77777777" w:rsidTr="00C301E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76D3D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A06BE56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0DFC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5BCC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7A57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470A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33C2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8149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BA0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75E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8079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C0AF700" w14:textId="77777777" w:rsidTr="00EF290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9D1CF" w14:textId="21440F82" w:rsidR="00015B8F" w:rsidRPr="009C54AE" w:rsidRDefault="00C301EB" w:rsidP="00EF29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2D3D5" w14:textId="4C20BD33" w:rsidR="00015B8F" w:rsidRPr="009C54AE" w:rsidRDefault="00C301EB" w:rsidP="00EF29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55FDC" w14:textId="1F072605" w:rsidR="00015B8F" w:rsidRPr="009C54AE" w:rsidRDefault="00C301EB" w:rsidP="00EF29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B275B" w14:textId="401BB680" w:rsidR="00015B8F" w:rsidRPr="009C54AE" w:rsidRDefault="00627465" w:rsidP="00EF29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19CE3" w14:textId="151768DE" w:rsidR="00015B8F" w:rsidRPr="009C54AE" w:rsidRDefault="00015B8F" w:rsidP="00EF29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C673C" w14:textId="4975FFBE" w:rsidR="00015B8F" w:rsidRPr="009C54AE" w:rsidRDefault="00C301EB" w:rsidP="00EF29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16088" w14:textId="4EE10479" w:rsidR="00015B8F" w:rsidRPr="009C54AE" w:rsidRDefault="00C301EB" w:rsidP="00EF29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12548" w14:textId="297577BD" w:rsidR="00015B8F" w:rsidRPr="009C54AE" w:rsidRDefault="00C301EB" w:rsidP="00EF29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0403B" w14:textId="1A7F6913" w:rsidR="00015B8F" w:rsidRPr="009C54AE" w:rsidRDefault="00C301EB" w:rsidP="00EF29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CE1B1" w14:textId="24EEC875" w:rsidR="00015B8F" w:rsidRPr="009C54AE" w:rsidRDefault="00C301EB" w:rsidP="00EF29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E830D9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4ADF0E3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FFF1EC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94CFB8E" w14:textId="402DF906" w:rsidR="0085747A" w:rsidRPr="009C54AE" w:rsidRDefault="00C301E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495B5E10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1345FB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149738E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9E2FAA2" w14:textId="028C04E9" w:rsidR="009C54AE" w:rsidRDefault="00C301E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ab/>
        <w:t>Zaliczenie z oceną</w:t>
      </w:r>
    </w:p>
    <w:p w14:paraId="73B5EFD7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5BF06E4" w14:textId="12722F08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1831209" w14:textId="77777777" w:rsidR="00B25A2B" w:rsidRPr="009C54AE" w:rsidRDefault="00B25A2B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744B02F" w14:textId="77777777" w:rsidTr="00745302">
        <w:tc>
          <w:tcPr>
            <w:tcW w:w="9670" w:type="dxa"/>
          </w:tcPr>
          <w:p w14:paraId="14E4595B" w14:textId="4777FF16" w:rsidR="0085747A" w:rsidRPr="009C54AE" w:rsidRDefault="00C301EB" w:rsidP="00C301E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Wiadomości z przedmiotu Bezpieczeństwo Wewnętrzne oraz Siły Zbrojne i polityka obronna RP</w:t>
            </w:r>
          </w:p>
        </w:tc>
      </w:tr>
    </w:tbl>
    <w:p w14:paraId="4127B06C" w14:textId="00DE13A1" w:rsidR="00FE5930" w:rsidRDefault="00FE5930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7382B33" w14:textId="77777777" w:rsidR="00153C41" w:rsidRDefault="00FE5930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</w:p>
    <w:p w14:paraId="2AA805AA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AEE09D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8FCA16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EC9930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2116E50D" w14:textId="77777777" w:rsidTr="00B25A2B">
        <w:tc>
          <w:tcPr>
            <w:tcW w:w="851" w:type="dxa"/>
            <w:vAlign w:val="center"/>
          </w:tcPr>
          <w:p w14:paraId="561AA233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6CD67E0" w14:textId="79A28DA7" w:rsidR="0085747A" w:rsidRPr="009C54AE" w:rsidRDefault="00C301E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Prezentacja struktur, funkcji i problemów najważniejszych służb odpowiedzialnych za bezpieczeństwo państwa</w:t>
            </w:r>
          </w:p>
        </w:tc>
      </w:tr>
      <w:tr w:rsidR="0085747A" w:rsidRPr="009C54AE" w14:paraId="03556AD3" w14:textId="77777777" w:rsidTr="00B25A2B">
        <w:tc>
          <w:tcPr>
            <w:tcW w:w="851" w:type="dxa"/>
            <w:vAlign w:val="center"/>
          </w:tcPr>
          <w:p w14:paraId="065DF40D" w14:textId="1E5E1DB5" w:rsidR="0085747A" w:rsidRPr="009C54AE" w:rsidRDefault="00C301EB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D683F68" w14:textId="4F7743F8" w:rsidR="0085747A" w:rsidRPr="009C54AE" w:rsidRDefault="00C301E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ze zmianami zachodzącymi w głównych służbach odpowiedzialnych za bezpieczeństwo państwa oraz wyzwaniami prognozowanymi w przyszłości</w:t>
            </w:r>
          </w:p>
        </w:tc>
      </w:tr>
      <w:tr w:rsidR="0085747A" w:rsidRPr="009C54AE" w14:paraId="45BA5947" w14:textId="77777777" w:rsidTr="00B25A2B">
        <w:tc>
          <w:tcPr>
            <w:tcW w:w="851" w:type="dxa"/>
            <w:vAlign w:val="center"/>
          </w:tcPr>
          <w:p w14:paraId="7EEFE5A8" w14:textId="59D3A218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C301EB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544A6966" w14:textId="37A2C422" w:rsidR="0085747A" w:rsidRPr="009C54AE" w:rsidRDefault="00C301E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Analiza i dyskusja zmian proponowanych przez ekspertów w funkcjonowaniu służb odpowiedzialnych za bezpieczeństwo państwa, wynikających ze zmieniających się uwarunkowań globalnych, międzynarodowych, jak i lokalnych. </w:t>
            </w:r>
          </w:p>
        </w:tc>
      </w:tr>
    </w:tbl>
    <w:p w14:paraId="18FFCF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8D6074F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35E33A1E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341C745A" w14:textId="77777777" w:rsidTr="0071620A">
        <w:tc>
          <w:tcPr>
            <w:tcW w:w="1701" w:type="dxa"/>
            <w:vAlign w:val="center"/>
          </w:tcPr>
          <w:p w14:paraId="6939514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6EF524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635417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644980E" w14:textId="77777777" w:rsidTr="005E6E85">
        <w:tc>
          <w:tcPr>
            <w:tcW w:w="1701" w:type="dxa"/>
          </w:tcPr>
          <w:p w14:paraId="42A8748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38BB5C9" w14:textId="0C976DF9" w:rsidR="0085747A" w:rsidRPr="005B1E29" w:rsidRDefault="00F42F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 zasady funkcjonowania systemu bezpieczeństwa wewnętrznego</w:t>
            </w:r>
          </w:p>
        </w:tc>
        <w:tc>
          <w:tcPr>
            <w:tcW w:w="1873" w:type="dxa"/>
          </w:tcPr>
          <w:p w14:paraId="31C9D030" w14:textId="4DA014BB" w:rsidR="0085747A" w:rsidRPr="009C54AE" w:rsidRDefault="00C301E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85747A" w:rsidRPr="009C54AE" w14:paraId="102C77CD" w14:textId="77777777" w:rsidTr="005E6E85">
        <w:tc>
          <w:tcPr>
            <w:tcW w:w="1701" w:type="dxa"/>
          </w:tcPr>
          <w:p w14:paraId="308A2A0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F7B1952" w14:textId="11790A26" w:rsidR="0085747A" w:rsidRPr="005B1E29" w:rsidRDefault="00F42FEF" w:rsidP="005B1E29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Zna i rozumie zasady zarządzania służbami odpowiedzialnymi za bezpieczeństwo wewnętrzne </w:t>
            </w:r>
          </w:p>
        </w:tc>
        <w:tc>
          <w:tcPr>
            <w:tcW w:w="1873" w:type="dxa"/>
          </w:tcPr>
          <w:p w14:paraId="70874344" w14:textId="77078D19" w:rsidR="0085747A" w:rsidRPr="009C54AE" w:rsidRDefault="00C301E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85747A" w:rsidRPr="009C54AE" w14:paraId="5F48BAC5" w14:textId="77777777" w:rsidTr="005E6E85">
        <w:tc>
          <w:tcPr>
            <w:tcW w:w="1701" w:type="dxa"/>
          </w:tcPr>
          <w:p w14:paraId="14FC9CC3" w14:textId="5F11A4F0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C301EB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3A169B8A" w14:textId="605885CE" w:rsidR="0085747A" w:rsidRPr="005B1E29" w:rsidRDefault="00F42F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C301EB" w:rsidRPr="005B1E29">
              <w:rPr>
                <w:rFonts w:ascii="Corbel" w:hAnsi="Corbel"/>
                <w:b w:val="0"/>
                <w:smallCaps w:val="0"/>
                <w:szCs w:val="24"/>
              </w:rPr>
              <w:t xml:space="preserve">wyjaśniać rolę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poszczególnych służb odpowiedzialnych za bezpieczeństwo wewnętrzne we </w:t>
            </w:r>
            <w:r w:rsidR="00C301EB" w:rsidRPr="005B1E29">
              <w:rPr>
                <w:rFonts w:ascii="Corbel" w:hAnsi="Corbel"/>
                <w:b w:val="0"/>
                <w:smallCaps w:val="0"/>
                <w:szCs w:val="24"/>
              </w:rPr>
              <w:t>współczesnym państwie i świecie</w:t>
            </w:r>
          </w:p>
        </w:tc>
        <w:tc>
          <w:tcPr>
            <w:tcW w:w="1873" w:type="dxa"/>
          </w:tcPr>
          <w:p w14:paraId="1059C78A" w14:textId="2833AAC2" w:rsidR="0085747A" w:rsidRPr="009C54AE" w:rsidRDefault="00C301E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C301EB" w:rsidRPr="009C54AE" w14:paraId="15541442" w14:textId="77777777" w:rsidTr="005E6E85">
        <w:tc>
          <w:tcPr>
            <w:tcW w:w="1701" w:type="dxa"/>
          </w:tcPr>
          <w:p w14:paraId="48A6FA5C" w14:textId="6F83D680" w:rsidR="00C301EB" w:rsidRPr="009C54AE" w:rsidRDefault="00C301E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48DF87EB" w14:textId="652634CC" w:rsidR="00C301EB" w:rsidRPr="009C54AE" w:rsidRDefault="00F42F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proponować zmiany mogące podnieść funkcjonalność poszczególnych służb jak i ich interoperacyjność w ramach systemu bezpieczeństwa wewnętrznego</w:t>
            </w:r>
          </w:p>
        </w:tc>
        <w:tc>
          <w:tcPr>
            <w:tcW w:w="1873" w:type="dxa"/>
          </w:tcPr>
          <w:p w14:paraId="426E1CCF" w14:textId="74AEFD16" w:rsidR="00C301EB" w:rsidRPr="009C54AE" w:rsidRDefault="00C301E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C301EB" w:rsidRPr="009C54AE" w14:paraId="46A715DC" w14:textId="77777777" w:rsidTr="005E6E85">
        <w:tc>
          <w:tcPr>
            <w:tcW w:w="1701" w:type="dxa"/>
          </w:tcPr>
          <w:p w14:paraId="51E7224E" w14:textId="7B4228D7" w:rsidR="00C301EB" w:rsidRDefault="00C301E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2B1BFB08" w14:textId="6ACDC218" w:rsidR="00C301EB" w:rsidRPr="009C54AE" w:rsidRDefault="00F42F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dyskusji i przyjmowania opinii ekspertów oraz uczestniczenia w debacie na temat systemu bezpieczeństwa wewnętrznego </w:t>
            </w:r>
          </w:p>
        </w:tc>
        <w:tc>
          <w:tcPr>
            <w:tcW w:w="1873" w:type="dxa"/>
          </w:tcPr>
          <w:p w14:paraId="6B7A1C93" w14:textId="796D9C01" w:rsidR="00C301EB" w:rsidRPr="009C54AE" w:rsidRDefault="00C301E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0431F5E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B36CB2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D5DB0F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E5AFECD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18880AC" w14:textId="77777777" w:rsidTr="005B1E29">
        <w:tc>
          <w:tcPr>
            <w:tcW w:w="9520" w:type="dxa"/>
          </w:tcPr>
          <w:p w14:paraId="53EDB6BE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F349A54" w14:textId="77777777" w:rsidTr="005B1E29">
        <w:tc>
          <w:tcPr>
            <w:tcW w:w="9520" w:type="dxa"/>
          </w:tcPr>
          <w:p w14:paraId="4CBD24AB" w14:textId="3CCA01AE" w:rsidR="0085747A" w:rsidRPr="009C54AE" w:rsidRDefault="005B1E29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Wprowadzenie do przedmiotu, omówienie systemu bezpieczeństwa państwa</w:t>
            </w:r>
          </w:p>
        </w:tc>
      </w:tr>
      <w:tr w:rsidR="005B1E29" w:rsidRPr="009C54AE" w14:paraId="62EA2789" w14:textId="77777777" w:rsidTr="005B1E29">
        <w:tc>
          <w:tcPr>
            <w:tcW w:w="9520" w:type="dxa"/>
          </w:tcPr>
          <w:p w14:paraId="710B8B41" w14:textId="2F7C823B" w:rsidR="005B1E29" w:rsidRPr="009C54AE" w:rsidRDefault="005B1E29" w:rsidP="00A345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Ogólna charakterystyka służb odpowiedzialnych za bezpieczeństwo wewnętrzne i relacji między nimi</w:t>
            </w:r>
          </w:p>
        </w:tc>
      </w:tr>
      <w:tr w:rsidR="005B1E29" w:rsidRPr="009C54AE" w14:paraId="0D7900E6" w14:textId="77777777" w:rsidTr="005B1E29">
        <w:tc>
          <w:tcPr>
            <w:tcW w:w="9520" w:type="dxa"/>
          </w:tcPr>
          <w:p w14:paraId="4BFB9467" w14:textId="26C5E63C" w:rsidR="005B1E29" w:rsidRPr="009C54AE" w:rsidRDefault="005B1E29" w:rsidP="004041F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Siły Zbrojne RP</w:t>
            </w:r>
          </w:p>
        </w:tc>
      </w:tr>
      <w:tr w:rsidR="005B1E29" w:rsidRPr="009C54AE" w14:paraId="63856FBC" w14:textId="77777777" w:rsidTr="005B1E29">
        <w:tc>
          <w:tcPr>
            <w:tcW w:w="9520" w:type="dxa"/>
          </w:tcPr>
          <w:p w14:paraId="762423FC" w14:textId="362B812D" w:rsidR="005B1E29" w:rsidRPr="009C54AE" w:rsidRDefault="005B1E29" w:rsidP="004041F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Policja</w:t>
            </w:r>
          </w:p>
        </w:tc>
      </w:tr>
      <w:tr w:rsidR="0085747A" w:rsidRPr="009C54AE" w14:paraId="5ED2E0FB" w14:textId="77777777" w:rsidTr="005B1E29">
        <w:tc>
          <w:tcPr>
            <w:tcW w:w="9520" w:type="dxa"/>
          </w:tcPr>
          <w:p w14:paraId="701132B3" w14:textId="475B2006" w:rsidR="0085747A" w:rsidRPr="009C54AE" w:rsidRDefault="005B1E29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Służby specjalne</w:t>
            </w:r>
          </w:p>
        </w:tc>
      </w:tr>
      <w:tr w:rsidR="005B1E29" w:rsidRPr="009C54AE" w14:paraId="148380BB" w14:textId="77777777" w:rsidTr="005B1E29">
        <w:tc>
          <w:tcPr>
            <w:tcW w:w="9520" w:type="dxa"/>
          </w:tcPr>
          <w:p w14:paraId="5DB56F81" w14:textId="499126A5" w:rsidR="005B1E29" w:rsidRPr="009C54AE" w:rsidRDefault="005B1E29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Państwowa Straż Pożarna/Ochotnicza Straż Pożarna</w:t>
            </w:r>
          </w:p>
        </w:tc>
      </w:tr>
      <w:tr w:rsidR="0085747A" w:rsidRPr="009C54AE" w14:paraId="3ECABE29" w14:textId="77777777" w:rsidTr="005B1E29">
        <w:tc>
          <w:tcPr>
            <w:tcW w:w="9520" w:type="dxa"/>
          </w:tcPr>
          <w:p w14:paraId="5B0DE303" w14:textId="25726CCA" w:rsidR="0085747A" w:rsidRPr="009C54AE" w:rsidRDefault="005B1E29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Obrona Cywilna</w:t>
            </w:r>
          </w:p>
        </w:tc>
      </w:tr>
      <w:tr w:rsidR="005B1E29" w:rsidRPr="009C54AE" w14:paraId="4679002E" w14:textId="77777777" w:rsidTr="005B1E29">
        <w:tc>
          <w:tcPr>
            <w:tcW w:w="9520" w:type="dxa"/>
          </w:tcPr>
          <w:p w14:paraId="6E18BF8A" w14:textId="1DE1C1FC" w:rsidR="005B1E29" w:rsidRDefault="005B1E29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 zarządzania kryzysowego</w:t>
            </w:r>
          </w:p>
        </w:tc>
      </w:tr>
      <w:tr w:rsidR="005B1E29" w:rsidRPr="009C54AE" w14:paraId="2BC56EFE" w14:textId="77777777" w:rsidTr="005B1E29">
        <w:tc>
          <w:tcPr>
            <w:tcW w:w="9520" w:type="dxa"/>
          </w:tcPr>
          <w:p w14:paraId="1B79D3F7" w14:textId="2D1DAB16" w:rsidR="005B1E29" w:rsidRDefault="005B1E29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 Kierowania i Dowodzenia Obroną RP</w:t>
            </w:r>
          </w:p>
        </w:tc>
      </w:tr>
    </w:tbl>
    <w:p w14:paraId="02EDFD1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F133F28" w14:textId="239C2982" w:rsidR="0085747A" w:rsidRPr="009C54AE" w:rsidRDefault="0085747A" w:rsidP="005B1E29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</w:t>
      </w:r>
      <w:r w:rsidR="005B1E29">
        <w:rPr>
          <w:rFonts w:ascii="Corbel" w:hAnsi="Corbel"/>
          <w:sz w:val="24"/>
          <w:szCs w:val="24"/>
        </w:rPr>
        <w:t>zajęć</w:t>
      </w:r>
      <w:r w:rsidRPr="009C54AE">
        <w:rPr>
          <w:rFonts w:ascii="Corbel" w:hAnsi="Corbel"/>
          <w:sz w:val="24"/>
          <w:szCs w:val="24"/>
        </w:rPr>
        <w:t xml:space="preserve"> laboratoryjnych</w:t>
      </w:r>
    </w:p>
    <w:p w14:paraId="206ADFA4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D6A78D8" w14:textId="77777777" w:rsidTr="005B1E29">
        <w:tc>
          <w:tcPr>
            <w:tcW w:w="9520" w:type="dxa"/>
          </w:tcPr>
          <w:p w14:paraId="3F125598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B1E29" w:rsidRPr="009C54AE" w14:paraId="70608DF3" w14:textId="77777777" w:rsidTr="005B1E29">
        <w:tc>
          <w:tcPr>
            <w:tcW w:w="9520" w:type="dxa"/>
          </w:tcPr>
          <w:p w14:paraId="2E00D10C" w14:textId="5B4E61B2" w:rsidR="005B1E29" w:rsidRPr="009C54AE" w:rsidRDefault="005B1E29" w:rsidP="004041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Wprowadzenie do zajęć, dyskusja nt. systemu bezpieczeństwa wewnętrznego państwa</w:t>
            </w:r>
          </w:p>
        </w:tc>
      </w:tr>
      <w:tr w:rsidR="005B1E29" w:rsidRPr="009C54AE" w14:paraId="0920D293" w14:textId="77777777" w:rsidTr="005B1E29">
        <w:tc>
          <w:tcPr>
            <w:tcW w:w="9520" w:type="dxa"/>
          </w:tcPr>
          <w:p w14:paraId="4332A641" w14:textId="492C2886" w:rsidR="005B1E29" w:rsidRPr="009C54AE" w:rsidRDefault="005B1E29" w:rsidP="004041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Analiza </w:t>
            </w:r>
            <w:r w:rsidR="00BF36EC">
              <w:rPr>
                <w:rFonts w:ascii="Corbel" w:hAnsi="Corbel"/>
                <w:sz w:val="24"/>
                <w:szCs w:val="24"/>
              </w:rPr>
              <w:t xml:space="preserve">planów wykorzystania Sił Zbrojnych RP na wypadek kryzysu i wojny </w:t>
            </w:r>
          </w:p>
        </w:tc>
      </w:tr>
      <w:tr w:rsidR="005B1E29" w:rsidRPr="009C54AE" w14:paraId="324B1C82" w14:textId="77777777" w:rsidTr="005B1E29">
        <w:tc>
          <w:tcPr>
            <w:tcW w:w="9520" w:type="dxa"/>
          </w:tcPr>
          <w:p w14:paraId="4B3B0567" w14:textId="6795B384" w:rsidR="005B1E29" w:rsidRPr="009C54AE" w:rsidRDefault="00BF36EC" w:rsidP="004041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wybranych przykładów działań Policji z dyskusją</w:t>
            </w:r>
          </w:p>
        </w:tc>
      </w:tr>
      <w:tr w:rsidR="005B1E29" w:rsidRPr="009C54AE" w14:paraId="12AD4D6B" w14:textId="77777777" w:rsidTr="005B1E29">
        <w:tc>
          <w:tcPr>
            <w:tcW w:w="9520" w:type="dxa"/>
          </w:tcPr>
          <w:p w14:paraId="069163C6" w14:textId="7F482E5E" w:rsidR="00BF36EC" w:rsidRPr="009C54AE" w:rsidRDefault="00BF36EC" w:rsidP="00BF36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wybranych przykładów działań służb specjalnych</w:t>
            </w:r>
          </w:p>
        </w:tc>
      </w:tr>
      <w:tr w:rsidR="005B1E29" w:rsidRPr="009C54AE" w14:paraId="474E89A6" w14:textId="77777777" w:rsidTr="005B1E29">
        <w:tc>
          <w:tcPr>
            <w:tcW w:w="9520" w:type="dxa"/>
          </w:tcPr>
          <w:p w14:paraId="1D7FB4FA" w14:textId="0F29AA51" w:rsidR="005B1E29" w:rsidRPr="009C54AE" w:rsidRDefault="00BF36EC" w:rsidP="004041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i dyskusja na temat stanu PSP i OSP oraz probble3mów z jakimi się borykają</w:t>
            </w:r>
          </w:p>
        </w:tc>
      </w:tr>
      <w:tr w:rsidR="005B1E29" w:rsidRPr="009C54AE" w14:paraId="4336BD53" w14:textId="77777777" w:rsidTr="005B1E29">
        <w:tc>
          <w:tcPr>
            <w:tcW w:w="9520" w:type="dxa"/>
          </w:tcPr>
          <w:p w14:paraId="2B03934D" w14:textId="790A0A9B" w:rsidR="005B1E29" w:rsidRPr="009C54AE" w:rsidRDefault="00BF36EC" w:rsidP="004041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Prezentacja przygotowanych prac nt. przykładowych systemów Obrony Cywilnej i dyskusja na ich temat</w:t>
            </w:r>
          </w:p>
        </w:tc>
      </w:tr>
      <w:tr w:rsidR="0085747A" w:rsidRPr="009C54AE" w14:paraId="08D5DD1A" w14:textId="77777777" w:rsidTr="005B1E29">
        <w:tc>
          <w:tcPr>
            <w:tcW w:w="9520" w:type="dxa"/>
          </w:tcPr>
          <w:p w14:paraId="38AABB07" w14:textId="69E50AC9" w:rsidR="0085747A" w:rsidRPr="009C54AE" w:rsidRDefault="00BF36E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i dyskusja nad kwestią integracji poszczególnych (pod)systemów składających się na System Reagowania Kryzysowego</w:t>
            </w:r>
          </w:p>
        </w:tc>
      </w:tr>
      <w:tr w:rsidR="0085747A" w:rsidRPr="009C54AE" w14:paraId="20B50B8F" w14:textId="77777777" w:rsidTr="005B1E29">
        <w:tc>
          <w:tcPr>
            <w:tcW w:w="9520" w:type="dxa"/>
          </w:tcPr>
          <w:p w14:paraId="0F8FF4F5" w14:textId="4D696BDE" w:rsidR="0085747A" w:rsidRPr="009C54AE" w:rsidRDefault="00BF36E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Analiza zmian i stanu obecnego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SKiD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oraz propozycji zmian w przyszłości</w:t>
            </w:r>
          </w:p>
        </w:tc>
      </w:tr>
      <w:tr w:rsidR="0085747A" w:rsidRPr="009C54AE" w14:paraId="17B898B7" w14:textId="77777777" w:rsidTr="005B1E29">
        <w:tc>
          <w:tcPr>
            <w:tcW w:w="9520" w:type="dxa"/>
          </w:tcPr>
          <w:p w14:paraId="5C893B66" w14:textId="1DC7022F" w:rsidR="0085747A" w:rsidRPr="009C54AE" w:rsidRDefault="00BF36E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Omówienie i dyskusja nad różnymi modelami funkcjonowania służb odpowiedzialnych za bezpieczeństwo wewnętrzne innych państw</w:t>
            </w:r>
          </w:p>
        </w:tc>
      </w:tr>
    </w:tbl>
    <w:p w14:paraId="1FC7641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57CEB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6A27F8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5EFA7E" w14:textId="76AB90D3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5DC7514E" w14:textId="77777777" w:rsidR="00BF36EC" w:rsidRDefault="00BF36EC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0F2C4832" w14:textId="1D949CDB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BF36EC">
        <w:rPr>
          <w:rFonts w:ascii="Corbel" w:hAnsi="Corbel"/>
          <w:b w:val="0"/>
          <w:i/>
          <w:smallCaps w:val="0"/>
          <w:sz w:val="20"/>
          <w:szCs w:val="20"/>
        </w:rPr>
        <w:t>Analiza konkretnych rozwiązań i przypadków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BF36EC">
        <w:rPr>
          <w:rFonts w:ascii="Corbel" w:hAnsi="Corbel"/>
          <w:b w:val="0"/>
          <w:i/>
          <w:smallCaps w:val="0"/>
          <w:sz w:val="20"/>
          <w:szCs w:val="20"/>
        </w:rPr>
        <w:t xml:space="preserve">propozycje konkretnych rozwiązań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BF36EC">
        <w:rPr>
          <w:rFonts w:ascii="Corbel" w:hAnsi="Corbel"/>
          <w:b w:val="0"/>
          <w:i/>
          <w:smallCaps w:val="0"/>
          <w:sz w:val="20"/>
          <w:szCs w:val="20"/>
        </w:rPr>
        <w:t xml:space="preserve">w  formie prac pisemnych, infografik itp. 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30DA6D1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A95583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D42319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F74839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3E9BBC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3FD1507" w14:textId="77777777" w:rsidTr="00BF36EC">
        <w:tc>
          <w:tcPr>
            <w:tcW w:w="1962" w:type="dxa"/>
            <w:vAlign w:val="center"/>
          </w:tcPr>
          <w:p w14:paraId="38D5C5C4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C10CF6F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BF2D05C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D3016C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8E7142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E5930" w:rsidRPr="009C54AE" w14:paraId="6C40A6AF" w14:textId="77777777" w:rsidTr="00BF36EC">
        <w:tc>
          <w:tcPr>
            <w:tcW w:w="1962" w:type="dxa"/>
          </w:tcPr>
          <w:p w14:paraId="7CD1E973" w14:textId="77777777" w:rsidR="00FE5930" w:rsidRPr="009C54AE" w:rsidRDefault="00FE5930" w:rsidP="00FE59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1BF5D1FF" w14:textId="2A2F01D7" w:rsidR="00FE5930" w:rsidRPr="0051327D" w:rsidRDefault="00FE5930" w:rsidP="00FE59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D3164">
              <w:rPr>
                <w:rFonts w:ascii="Corbel" w:hAnsi="Corbel"/>
                <w:b w:val="0"/>
                <w:szCs w:val="24"/>
              </w:rPr>
              <w:t>Zaliczenie z oceną</w:t>
            </w:r>
          </w:p>
        </w:tc>
        <w:tc>
          <w:tcPr>
            <w:tcW w:w="2117" w:type="dxa"/>
          </w:tcPr>
          <w:p w14:paraId="4085E8CC" w14:textId="7C882F9C" w:rsidR="00FE5930" w:rsidRPr="009C54AE" w:rsidRDefault="00FE5930" w:rsidP="00FE59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FE5930" w:rsidRPr="009C54AE" w14:paraId="227F7EAA" w14:textId="77777777" w:rsidTr="00BF36EC">
        <w:tc>
          <w:tcPr>
            <w:tcW w:w="1962" w:type="dxa"/>
          </w:tcPr>
          <w:p w14:paraId="074779D8" w14:textId="77777777" w:rsidR="00FE5930" w:rsidRPr="009C54AE" w:rsidRDefault="00FE5930" w:rsidP="00FE59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C1A0718" w14:textId="3D02E85A" w:rsidR="00FE5930" w:rsidRPr="0051327D" w:rsidRDefault="00FE5930" w:rsidP="00FE59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D3164">
              <w:rPr>
                <w:rFonts w:ascii="Corbel" w:hAnsi="Corbel"/>
                <w:b w:val="0"/>
                <w:szCs w:val="24"/>
              </w:rPr>
              <w:t>Zaliczenie z oceną</w:t>
            </w:r>
          </w:p>
        </w:tc>
        <w:tc>
          <w:tcPr>
            <w:tcW w:w="2117" w:type="dxa"/>
          </w:tcPr>
          <w:p w14:paraId="6D8F0353" w14:textId="4853C428" w:rsidR="00FE5930" w:rsidRPr="009C54AE" w:rsidRDefault="00FE5930" w:rsidP="00FE59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FE5930" w:rsidRPr="009C54AE" w14:paraId="02303F19" w14:textId="77777777" w:rsidTr="00BF36EC">
        <w:tc>
          <w:tcPr>
            <w:tcW w:w="1962" w:type="dxa"/>
          </w:tcPr>
          <w:p w14:paraId="0F1C86DC" w14:textId="54A83DFA" w:rsidR="00FE5930" w:rsidRPr="009C54AE" w:rsidRDefault="00FE5930" w:rsidP="00FE59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546E6D2E" w14:textId="02C44B66" w:rsidR="00FE5930" w:rsidRPr="0051327D" w:rsidRDefault="00FE5930" w:rsidP="00FE59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D3164">
              <w:rPr>
                <w:rFonts w:ascii="Corbel" w:hAnsi="Corbel"/>
                <w:b w:val="0"/>
                <w:szCs w:val="24"/>
              </w:rPr>
              <w:t>Zaliczenie z oceną</w:t>
            </w:r>
          </w:p>
        </w:tc>
        <w:tc>
          <w:tcPr>
            <w:tcW w:w="2117" w:type="dxa"/>
          </w:tcPr>
          <w:p w14:paraId="2B5F4D96" w14:textId="740869B2" w:rsidR="00FE5930" w:rsidRPr="009C54AE" w:rsidRDefault="00FE5930" w:rsidP="00FE59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BF36EC" w:rsidRPr="009C54AE" w14:paraId="0F0E3909" w14:textId="77777777" w:rsidTr="004041FE">
        <w:tc>
          <w:tcPr>
            <w:tcW w:w="1962" w:type="dxa"/>
          </w:tcPr>
          <w:p w14:paraId="47F79E79" w14:textId="25CCCA4A" w:rsidR="00BF36EC" w:rsidRPr="009C54AE" w:rsidRDefault="00BF36EC" w:rsidP="004041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01876120" w14:textId="3F8D487E" w:rsidR="00BF36EC" w:rsidRPr="009C54AE" w:rsidRDefault="0051327D" w:rsidP="004041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zaliczeniowa</w:t>
            </w:r>
          </w:p>
        </w:tc>
        <w:tc>
          <w:tcPr>
            <w:tcW w:w="2117" w:type="dxa"/>
          </w:tcPr>
          <w:p w14:paraId="41A5C1F2" w14:textId="7416FFF7" w:rsidR="00BF36EC" w:rsidRPr="009C54AE" w:rsidRDefault="00FE5930" w:rsidP="004041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konwersatorium </w:t>
            </w:r>
          </w:p>
        </w:tc>
      </w:tr>
      <w:tr w:rsidR="0085747A" w:rsidRPr="009C54AE" w14:paraId="3E134448" w14:textId="77777777" w:rsidTr="00BF36EC">
        <w:tc>
          <w:tcPr>
            <w:tcW w:w="1962" w:type="dxa"/>
          </w:tcPr>
          <w:p w14:paraId="0FF16020" w14:textId="14BADCA4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 w:rsidR="00BF36EC"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41" w:type="dxa"/>
          </w:tcPr>
          <w:p w14:paraId="3A016E64" w14:textId="65F2EC49" w:rsidR="0085747A" w:rsidRPr="009C54AE" w:rsidRDefault="0051327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zaliczeniowa</w:t>
            </w:r>
          </w:p>
        </w:tc>
        <w:tc>
          <w:tcPr>
            <w:tcW w:w="2117" w:type="dxa"/>
          </w:tcPr>
          <w:p w14:paraId="63F4B6BC" w14:textId="2A3D145C" w:rsidR="0085747A" w:rsidRPr="009C54AE" w:rsidRDefault="00FE593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14:paraId="042F4CE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5A63673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7483AF4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F709929" w14:textId="77777777" w:rsidTr="00923D7D">
        <w:tc>
          <w:tcPr>
            <w:tcW w:w="9670" w:type="dxa"/>
          </w:tcPr>
          <w:p w14:paraId="7B295887" w14:textId="63296339" w:rsidR="0051327D" w:rsidRDefault="0051327D" w:rsidP="0051327D">
            <w:pPr>
              <w:pStyle w:val="Punktygwne"/>
              <w:spacing w:before="0" w:after="0"/>
              <w:rPr>
                <w:sz w:val="20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  <w:r w:rsidRPr="00D67960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="00FE5930">
              <w:rPr>
                <w:rFonts w:ascii="Corbel" w:hAnsi="Corbel"/>
                <w:b w:val="0"/>
                <w:smallCaps w:val="0"/>
                <w:szCs w:val="24"/>
              </w:rPr>
              <w:t>Zaliczenie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ustn</w:t>
            </w:r>
            <w:r w:rsidR="00FE5930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polegając</w:t>
            </w:r>
            <w:r w:rsidR="00FE5930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na odpowiedzi na 3 zadane pytania, </w:t>
            </w:r>
            <w:r>
              <w:rPr>
                <w:sz w:val="20"/>
              </w:rPr>
              <w:t xml:space="preserve">Ostateczna ocena zależna od ilości zebranych punktów, sumaryczna liczba punktów oceniana będzie według schematu: </w:t>
            </w:r>
          </w:p>
          <w:p w14:paraId="7C363737" w14:textId="77777777" w:rsidR="0051327D" w:rsidRDefault="0051327D" w:rsidP="0051327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100-90% - 5; </w:t>
            </w:r>
          </w:p>
          <w:p w14:paraId="46F122B4" w14:textId="77777777" w:rsidR="0051327D" w:rsidRDefault="0051327D" w:rsidP="0051327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89-80% - 4,5; </w:t>
            </w:r>
          </w:p>
          <w:p w14:paraId="2BCD389F" w14:textId="77777777" w:rsidR="0051327D" w:rsidRDefault="0051327D" w:rsidP="0051327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79-70% - 4; </w:t>
            </w:r>
          </w:p>
          <w:p w14:paraId="7B01EE72" w14:textId="77777777" w:rsidR="0051327D" w:rsidRDefault="0051327D" w:rsidP="0051327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69-60% - 3,5; </w:t>
            </w:r>
          </w:p>
          <w:p w14:paraId="14257E95" w14:textId="77777777" w:rsidR="0051327D" w:rsidRDefault="0051327D" w:rsidP="0051327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59-50% - 3; </w:t>
            </w:r>
          </w:p>
          <w:p w14:paraId="7D75D4A5" w14:textId="77777777" w:rsidR="0051327D" w:rsidRDefault="0051327D" w:rsidP="005132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sz w:val="20"/>
              </w:rPr>
              <w:t>poniżej 50% - 2.</w:t>
            </w:r>
          </w:p>
          <w:p w14:paraId="2C6BB8D3" w14:textId="77777777" w:rsidR="0051327D" w:rsidRPr="00D67960" w:rsidRDefault="0051327D" w:rsidP="005132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5030200" w14:textId="5620B68A" w:rsidR="0085747A" w:rsidRPr="009C54AE" w:rsidRDefault="00FE59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  <w:r w:rsidR="0051327D" w:rsidRPr="00D67960">
              <w:rPr>
                <w:rFonts w:ascii="Corbel" w:hAnsi="Corbel"/>
                <w:b w:val="0"/>
                <w:smallCaps w:val="0"/>
                <w:szCs w:val="24"/>
              </w:rPr>
              <w:t>: praca projektowa na ocenę wraz z aktywnością na zajęciach</w:t>
            </w:r>
          </w:p>
        </w:tc>
      </w:tr>
    </w:tbl>
    <w:p w14:paraId="2DB0879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4EB9EB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F3F553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B647336" w14:textId="77777777" w:rsidTr="003E1941">
        <w:tc>
          <w:tcPr>
            <w:tcW w:w="4962" w:type="dxa"/>
            <w:vAlign w:val="center"/>
          </w:tcPr>
          <w:p w14:paraId="2BB43D6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CA5456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C50E269" w14:textId="77777777" w:rsidTr="00923D7D">
        <w:tc>
          <w:tcPr>
            <w:tcW w:w="4962" w:type="dxa"/>
          </w:tcPr>
          <w:p w14:paraId="47A49C9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117E24A" w14:textId="223DE847" w:rsidR="0085747A" w:rsidRPr="009C54AE" w:rsidRDefault="0051327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C61DC5" w:rsidRPr="009C54AE" w14:paraId="3769E237" w14:textId="77777777" w:rsidTr="00923D7D">
        <w:tc>
          <w:tcPr>
            <w:tcW w:w="4962" w:type="dxa"/>
          </w:tcPr>
          <w:p w14:paraId="260AB27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36D03F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83D6C21" w14:textId="170C1059" w:rsidR="00C61DC5" w:rsidRPr="009C54AE" w:rsidRDefault="0051327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4C278B69" w14:textId="77777777" w:rsidTr="00923D7D">
        <w:tc>
          <w:tcPr>
            <w:tcW w:w="4962" w:type="dxa"/>
          </w:tcPr>
          <w:p w14:paraId="7418229B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CF4913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D73BD07" w14:textId="2CC01447" w:rsidR="00C61DC5" w:rsidRPr="009C54AE" w:rsidRDefault="0051327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85747A" w:rsidRPr="009C54AE" w14:paraId="51F0FDC4" w14:textId="77777777" w:rsidTr="00923D7D">
        <w:tc>
          <w:tcPr>
            <w:tcW w:w="4962" w:type="dxa"/>
          </w:tcPr>
          <w:p w14:paraId="241C1B2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5498E9D" w14:textId="7920F0DE" w:rsidR="0085747A" w:rsidRPr="009C54AE" w:rsidRDefault="0051327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5ACDE0A1" w14:textId="77777777" w:rsidTr="00923D7D">
        <w:tc>
          <w:tcPr>
            <w:tcW w:w="4962" w:type="dxa"/>
          </w:tcPr>
          <w:p w14:paraId="254435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4B7D0B1" w14:textId="3C04AE5E" w:rsidR="0085747A" w:rsidRPr="009C54AE" w:rsidRDefault="0051327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72F618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FBD0DC5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2C6325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885B2B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7E43296C" w14:textId="77777777" w:rsidTr="0071620A">
        <w:trPr>
          <w:trHeight w:val="397"/>
        </w:trPr>
        <w:tc>
          <w:tcPr>
            <w:tcW w:w="3544" w:type="dxa"/>
          </w:tcPr>
          <w:p w14:paraId="7C259CB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9F95BCA" w14:textId="56ADD436" w:rsidR="0085747A" w:rsidRPr="009C54AE" w:rsidRDefault="005132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3B865D8E" w14:textId="77777777" w:rsidTr="0071620A">
        <w:trPr>
          <w:trHeight w:val="397"/>
        </w:trPr>
        <w:tc>
          <w:tcPr>
            <w:tcW w:w="3544" w:type="dxa"/>
          </w:tcPr>
          <w:p w14:paraId="71991AA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9A073C7" w14:textId="484953CF" w:rsidR="0085747A" w:rsidRPr="009C54AE" w:rsidRDefault="005132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2CBFD645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8BEC0F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0EBD0DE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25723E6E" w14:textId="77777777" w:rsidTr="0071620A">
        <w:trPr>
          <w:trHeight w:val="397"/>
        </w:trPr>
        <w:tc>
          <w:tcPr>
            <w:tcW w:w="7513" w:type="dxa"/>
          </w:tcPr>
          <w:p w14:paraId="212513ED" w14:textId="77777777" w:rsidR="0085747A" w:rsidRDefault="0085747A" w:rsidP="00F342E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1B8B130" w14:textId="48F25E02" w:rsidR="00CD75EA" w:rsidRPr="009C54AE" w:rsidRDefault="00CD75EA" w:rsidP="00F342E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</w:t>
            </w:r>
            <w:r w:rsidR="00EB36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 E., Pieprzny S., Bezpieczeństwo wewnętrzne państwa, Rzeszów 2015</w:t>
            </w:r>
          </w:p>
        </w:tc>
      </w:tr>
      <w:tr w:rsidR="0085747A" w:rsidRPr="009C54AE" w14:paraId="4ADCAA58" w14:textId="77777777" w:rsidTr="0071620A">
        <w:trPr>
          <w:trHeight w:val="397"/>
        </w:trPr>
        <w:tc>
          <w:tcPr>
            <w:tcW w:w="7513" w:type="dxa"/>
          </w:tcPr>
          <w:p w14:paraId="7A2E9E4A" w14:textId="77777777" w:rsidR="00900680" w:rsidRPr="00EB36DE" w:rsidRDefault="0085747A" w:rsidP="00F342EF">
            <w:pPr>
              <w:spacing w:after="0"/>
              <w:rPr>
                <w:sz w:val="24"/>
                <w:szCs w:val="24"/>
              </w:rPr>
            </w:pPr>
            <w:r w:rsidRPr="00EB36DE">
              <w:rPr>
                <w:sz w:val="24"/>
                <w:szCs w:val="24"/>
              </w:rPr>
              <w:t xml:space="preserve">Literatura uzupełniająca: </w:t>
            </w:r>
            <w:r w:rsidR="00900680" w:rsidRPr="00EB36DE">
              <w:rPr>
                <w:sz w:val="24"/>
                <w:szCs w:val="24"/>
              </w:rPr>
              <w:t xml:space="preserve">Bolesław Balcerowicz, Siły zbrojne w państwie i stosunkach międzynarodowych, Warszawa 2006.  </w:t>
            </w:r>
          </w:p>
          <w:p w14:paraId="697B660B" w14:textId="77777777" w:rsidR="00900680" w:rsidRPr="00EB36DE" w:rsidRDefault="00900680" w:rsidP="00F342EF">
            <w:pPr>
              <w:spacing w:after="0"/>
              <w:rPr>
                <w:sz w:val="24"/>
                <w:szCs w:val="24"/>
              </w:rPr>
            </w:pPr>
            <w:r w:rsidRPr="00EB36DE">
              <w:rPr>
                <w:sz w:val="24"/>
                <w:szCs w:val="24"/>
              </w:rPr>
              <w:t xml:space="preserve">Bolesław Balcerowicz, Siły zbrojne w stanie pokoju, kryzysu, wojny, Warszawa 2010. </w:t>
            </w:r>
          </w:p>
          <w:p w14:paraId="266740E9" w14:textId="77777777" w:rsidR="0085747A" w:rsidRPr="00EB36DE" w:rsidRDefault="00900680" w:rsidP="00F342EF">
            <w:pPr>
              <w:spacing w:after="0"/>
              <w:rPr>
                <w:sz w:val="24"/>
                <w:szCs w:val="24"/>
              </w:rPr>
            </w:pPr>
            <w:r w:rsidRPr="00EB36DE">
              <w:rPr>
                <w:sz w:val="24"/>
                <w:szCs w:val="24"/>
              </w:rPr>
              <w:t>Bolesław Balcerowicz, Obronność państwa średniego, Warszawa 1997.</w:t>
            </w:r>
          </w:p>
          <w:p w14:paraId="6231F68C" w14:textId="77777777" w:rsidR="00CD75EA" w:rsidRPr="00EB36DE" w:rsidRDefault="00CD75EA" w:rsidP="00F342EF">
            <w:pPr>
              <w:spacing w:after="0"/>
              <w:rPr>
                <w:sz w:val="24"/>
                <w:szCs w:val="24"/>
              </w:rPr>
            </w:pPr>
            <w:r w:rsidRPr="00EB36DE">
              <w:rPr>
                <w:sz w:val="24"/>
                <w:szCs w:val="24"/>
              </w:rPr>
              <w:t xml:space="preserve">Liwo M., Status służb mundurowych i funkcjonariuszy w nich zatrudnionych, Warszawa 2013. </w:t>
            </w:r>
          </w:p>
          <w:p w14:paraId="31CC32C6" w14:textId="77777777" w:rsidR="00CD75EA" w:rsidRPr="00EB36DE" w:rsidRDefault="00CD75EA" w:rsidP="00F342EF">
            <w:pPr>
              <w:spacing w:after="0"/>
              <w:rPr>
                <w:sz w:val="24"/>
                <w:szCs w:val="24"/>
              </w:rPr>
            </w:pPr>
            <w:r w:rsidRPr="00EB36DE">
              <w:rPr>
                <w:sz w:val="24"/>
                <w:szCs w:val="24"/>
              </w:rPr>
              <w:t xml:space="preserve">Pieprzny S., Administracja bezpieczeństwa i porządku publicznego, Rzeszów 2008. </w:t>
            </w:r>
          </w:p>
          <w:p w14:paraId="2AD1BA16" w14:textId="6D62AA0B" w:rsidR="00CD75EA" w:rsidRPr="00F342EF" w:rsidRDefault="00CD75EA" w:rsidP="00F342EF">
            <w:pPr>
              <w:spacing w:after="0"/>
              <w:rPr>
                <w:sz w:val="24"/>
                <w:szCs w:val="24"/>
              </w:rPr>
            </w:pPr>
            <w:r w:rsidRPr="00EB36DE">
              <w:rPr>
                <w:sz w:val="24"/>
                <w:szCs w:val="24"/>
              </w:rPr>
              <w:t xml:space="preserve">Pieprzny S., Ura E., Formacje mundurowe w systemie administracji publicznej, [w:] Służby i formacje mundurowe w systemie bezpieczeństwa wewnętrznego Rzeczypospolitej Polskiej, red. E. Ura, S. Pieprzny, Rzeszów 2010. </w:t>
            </w:r>
          </w:p>
        </w:tc>
      </w:tr>
    </w:tbl>
    <w:p w14:paraId="0E7FCF5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841AFC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01D64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F342EF">
      <w:pgSz w:w="11906" w:h="16838"/>
      <w:pgMar w:top="1134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02B80B" w14:textId="77777777" w:rsidR="00A04B79" w:rsidRDefault="00A04B79" w:rsidP="00C16ABF">
      <w:pPr>
        <w:spacing w:after="0" w:line="240" w:lineRule="auto"/>
      </w:pPr>
      <w:r>
        <w:separator/>
      </w:r>
    </w:p>
  </w:endnote>
  <w:endnote w:type="continuationSeparator" w:id="0">
    <w:p w14:paraId="6D79931B" w14:textId="77777777" w:rsidR="00A04B79" w:rsidRDefault="00A04B7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E81DD9" w14:textId="77777777" w:rsidR="00A04B79" w:rsidRDefault="00A04B79" w:rsidP="00C16ABF">
      <w:pPr>
        <w:spacing w:after="0" w:line="240" w:lineRule="auto"/>
      </w:pPr>
      <w:r>
        <w:separator/>
      </w:r>
    </w:p>
  </w:footnote>
  <w:footnote w:type="continuationSeparator" w:id="0">
    <w:p w14:paraId="520A4803" w14:textId="77777777" w:rsidR="00A04B79" w:rsidRDefault="00A04B79" w:rsidP="00C16ABF">
      <w:pPr>
        <w:spacing w:after="0" w:line="240" w:lineRule="auto"/>
      </w:pPr>
      <w:r>
        <w:continuationSeparator/>
      </w:r>
    </w:p>
  </w:footnote>
  <w:footnote w:id="1">
    <w:p w14:paraId="2D30A0F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3011F8B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86725C2"/>
    <w:multiLevelType w:val="hybridMultilevel"/>
    <w:tmpl w:val="661497C2"/>
    <w:lvl w:ilvl="0" w:tplc="714A9674">
      <w:start w:val="1"/>
      <w:numFmt w:val="decimal"/>
      <w:lvlText w:val="%1."/>
      <w:lvlJc w:val="left"/>
      <w:pPr>
        <w:ind w:left="17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650A8DF8">
      <w:start w:val="1"/>
      <w:numFmt w:val="lowerLetter"/>
      <w:lvlText w:val="%2"/>
      <w:lvlJc w:val="left"/>
      <w:pPr>
        <w:ind w:left="11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001A664C">
      <w:start w:val="1"/>
      <w:numFmt w:val="lowerRoman"/>
      <w:lvlText w:val="%3"/>
      <w:lvlJc w:val="left"/>
      <w:pPr>
        <w:ind w:left="19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EA86A5E4">
      <w:start w:val="1"/>
      <w:numFmt w:val="decimal"/>
      <w:lvlText w:val="%4"/>
      <w:lvlJc w:val="left"/>
      <w:pPr>
        <w:ind w:left="26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C122A792">
      <w:start w:val="1"/>
      <w:numFmt w:val="lowerLetter"/>
      <w:lvlText w:val="%5"/>
      <w:lvlJc w:val="left"/>
      <w:pPr>
        <w:ind w:left="335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0A7EE614">
      <w:start w:val="1"/>
      <w:numFmt w:val="lowerRoman"/>
      <w:lvlText w:val="%6"/>
      <w:lvlJc w:val="left"/>
      <w:pPr>
        <w:ind w:left="407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30C0865E">
      <w:start w:val="1"/>
      <w:numFmt w:val="decimal"/>
      <w:lvlText w:val="%7"/>
      <w:lvlJc w:val="left"/>
      <w:pPr>
        <w:ind w:left="47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24A2016">
      <w:start w:val="1"/>
      <w:numFmt w:val="lowerLetter"/>
      <w:lvlText w:val="%8"/>
      <w:lvlJc w:val="left"/>
      <w:pPr>
        <w:ind w:left="55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3EC21506">
      <w:start w:val="1"/>
      <w:numFmt w:val="lowerRoman"/>
      <w:lvlText w:val="%9"/>
      <w:lvlJc w:val="left"/>
      <w:pPr>
        <w:ind w:left="62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7FEF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77A9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27D"/>
    <w:rsid w:val="00513B6F"/>
    <w:rsid w:val="00517C63"/>
    <w:rsid w:val="005241EA"/>
    <w:rsid w:val="005363C4"/>
    <w:rsid w:val="00536BDE"/>
    <w:rsid w:val="00543ACC"/>
    <w:rsid w:val="00560D7B"/>
    <w:rsid w:val="0056696D"/>
    <w:rsid w:val="0059484D"/>
    <w:rsid w:val="005A0855"/>
    <w:rsid w:val="005A133C"/>
    <w:rsid w:val="005A3196"/>
    <w:rsid w:val="005B1E29"/>
    <w:rsid w:val="005C080F"/>
    <w:rsid w:val="005C55E5"/>
    <w:rsid w:val="005C696A"/>
    <w:rsid w:val="005E6E85"/>
    <w:rsid w:val="005F31D2"/>
    <w:rsid w:val="0061029B"/>
    <w:rsid w:val="00617230"/>
    <w:rsid w:val="00621CE1"/>
    <w:rsid w:val="00627465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0680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1BE7"/>
    <w:rsid w:val="009F3C5C"/>
    <w:rsid w:val="009F4610"/>
    <w:rsid w:val="00A00ECC"/>
    <w:rsid w:val="00A04B79"/>
    <w:rsid w:val="00A155EE"/>
    <w:rsid w:val="00A2245B"/>
    <w:rsid w:val="00A30110"/>
    <w:rsid w:val="00A3452B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1855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5A2B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BF36EC"/>
    <w:rsid w:val="00C058B4"/>
    <w:rsid w:val="00C05F44"/>
    <w:rsid w:val="00C131B5"/>
    <w:rsid w:val="00C16ABF"/>
    <w:rsid w:val="00C170AE"/>
    <w:rsid w:val="00C26CB7"/>
    <w:rsid w:val="00C301EB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D75EA"/>
    <w:rsid w:val="00CE5BAC"/>
    <w:rsid w:val="00CF25BE"/>
    <w:rsid w:val="00CF78ED"/>
    <w:rsid w:val="00D02B25"/>
    <w:rsid w:val="00D02EBA"/>
    <w:rsid w:val="00D10B50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7598"/>
    <w:rsid w:val="00E63348"/>
    <w:rsid w:val="00E742AA"/>
    <w:rsid w:val="00E77E88"/>
    <w:rsid w:val="00E8107D"/>
    <w:rsid w:val="00E960BB"/>
    <w:rsid w:val="00EA2074"/>
    <w:rsid w:val="00EA4832"/>
    <w:rsid w:val="00EA4E9D"/>
    <w:rsid w:val="00EB17C6"/>
    <w:rsid w:val="00EB36DE"/>
    <w:rsid w:val="00EC4899"/>
    <w:rsid w:val="00ED03AB"/>
    <w:rsid w:val="00ED32D2"/>
    <w:rsid w:val="00EE32DE"/>
    <w:rsid w:val="00EE5457"/>
    <w:rsid w:val="00EF2906"/>
    <w:rsid w:val="00F070AB"/>
    <w:rsid w:val="00F17567"/>
    <w:rsid w:val="00F27A7B"/>
    <w:rsid w:val="00F342EF"/>
    <w:rsid w:val="00F42FEF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5930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95FFE1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493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0CD9FD-7F35-4CAF-A3DE-AC8D78625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59</TotalTime>
  <Pages>4</Pages>
  <Words>959</Words>
  <Characters>5754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13</cp:revision>
  <cp:lastPrinted>2019-02-06T12:12:00Z</cp:lastPrinted>
  <dcterms:created xsi:type="dcterms:W3CDTF">2021-02-04T10:09:00Z</dcterms:created>
  <dcterms:modified xsi:type="dcterms:W3CDTF">2021-03-04T12:39:00Z</dcterms:modified>
</cp:coreProperties>
</file>